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C37E40" w14:textId="05D18A2B" w:rsidR="00505669" w:rsidRDefault="0070413F" w:rsidP="0055421A">
      <w:r>
        <w:t xml:space="preserve">October </w:t>
      </w:r>
      <w:r w:rsidR="00D70BDF">
        <w:t>18</w:t>
      </w:r>
      <w:r w:rsidR="00504AF3">
        <w:t>, 2018</w:t>
      </w:r>
    </w:p>
    <w:p w14:paraId="53CF3BCF" w14:textId="77777777" w:rsidR="00BE6F94" w:rsidRDefault="00CF3D63" w:rsidP="00CF3D63">
      <w:pPr>
        <w:tabs>
          <w:tab w:val="left" w:pos="7500"/>
        </w:tabs>
      </w:pPr>
      <w:r>
        <w:tab/>
      </w:r>
    </w:p>
    <w:p w14:paraId="503656E1" w14:textId="1F679523" w:rsidR="00504AF3" w:rsidRDefault="00D70BDF" w:rsidP="00504AF3">
      <w:proofErr w:type="spellStart"/>
      <w:r>
        <w:t>Vineeta</w:t>
      </w:r>
      <w:proofErr w:type="spellEnd"/>
      <w:r>
        <w:t xml:space="preserve"> Bajaj,</w:t>
      </w:r>
      <w:r w:rsidR="00504AF3">
        <w:t xml:space="preserve"> Ph</w:t>
      </w:r>
      <w:r>
        <w:t>.</w:t>
      </w:r>
      <w:r w:rsidR="00504AF3">
        <w:t>D</w:t>
      </w:r>
      <w:r>
        <w:t>.</w:t>
      </w:r>
    </w:p>
    <w:p w14:paraId="4FAFD80B" w14:textId="0CD26C0B" w:rsidR="00504AF3" w:rsidRDefault="00D70BDF" w:rsidP="00504AF3">
      <w:r>
        <w:t>Review</w:t>
      </w:r>
      <w:r w:rsidR="00504AF3">
        <w:t xml:space="preserve"> Editor</w:t>
      </w:r>
    </w:p>
    <w:p w14:paraId="280003D3" w14:textId="77777777" w:rsidR="00504AF3" w:rsidRPr="00504AF3" w:rsidRDefault="00504AF3" w:rsidP="00504AF3">
      <w:pPr>
        <w:rPr>
          <w:i/>
        </w:rPr>
      </w:pPr>
      <w:proofErr w:type="spellStart"/>
      <w:r w:rsidRPr="00504AF3">
        <w:rPr>
          <w:i/>
        </w:rPr>
        <w:t>JoVE</w:t>
      </w:r>
      <w:proofErr w:type="spellEnd"/>
    </w:p>
    <w:p w14:paraId="239F89B9" w14:textId="77777777" w:rsidR="00504AF3" w:rsidRDefault="00504AF3" w:rsidP="00504AF3">
      <w:r>
        <w:t>1 Alewife Center Suite 200</w:t>
      </w:r>
    </w:p>
    <w:p w14:paraId="74E06338" w14:textId="474D1FBC" w:rsidR="00906890" w:rsidRDefault="00504AF3" w:rsidP="00D70BDF">
      <w:r>
        <w:t>Cambridge MA 02140</w:t>
      </w:r>
    </w:p>
    <w:p w14:paraId="68B35F3A" w14:textId="333AB0CE" w:rsidR="008E729E" w:rsidRDefault="00D70BDF" w:rsidP="00D70BDF">
      <w:pPr>
        <w:pStyle w:val="NormalWeb"/>
      </w:pPr>
      <w:r>
        <w:rPr>
          <w:rFonts w:ascii="Arial" w:hAnsi="Arial" w:cs="Arial"/>
          <w:sz w:val="20"/>
          <w:szCs w:val="20"/>
        </w:rPr>
        <w:t>Re: Invited Manuscript JoVE58933.R3</w:t>
      </w:r>
    </w:p>
    <w:p w14:paraId="445914BA" w14:textId="77777777" w:rsidR="00374ED3" w:rsidRDefault="00374ED3" w:rsidP="008E729E"/>
    <w:p w14:paraId="287D098D" w14:textId="77777777" w:rsidR="00374ED3" w:rsidRPr="00A218EC" w:rsidRDefault="00374ED3" w:rsidP="008E729E">
      <w:pPr>
        <w:sectPr w:rsidR="00374ED3" w:rsidRPr="00A218EC" w:rsidSect="008E729E">
          <w:footerReference w:type="default" r:id="rId7"/>
          <w:headerReference w:type="first" r:id="rId8"/>
          <w:footerReference w:type="first" r:id="rId9"/>
          <w:type w:val="continuous"/>
          <w:pgSz w:w="12240" w:h="15840"/>
          <w:pgMar w:top="2880" w:right="1440" w:bottom="1440" w:left="1440" w:header="720" w:footer="720" w:gutter="0"/>
          <w:cols w:space="720"/>
          <w:titlePg/>
          <w:docGrid w:linePitch="360"/>
        </w:sectPr>
      </w:pPr>
    </w:p>
    <w:p w14:paraId="4DF40B9A" w14:textId="055C42D2" w:rsidR="00A218EC" w:rsidRPr="00A218EC" w:rsidRDefault="00A218EC" w:rsidP="00D70BDF">
      <w:r w:rsidRPr="00A218EC">
        <w:t>Dear</w:t>
      </w:r>
      <w:r w:rsidR="00C409A5">
        <w:t xml:space="preserve"> </w:t>
      </w:r>
      <w:r w:rsidR="00504AF3">
        <w:t xml:space="preserve">Dr. </w:t>
      </w:r>
      <w:r w:rsidR="00D70BDF">
        <w:t>Bajaj</w:t>
      </w:r>
      <w:r w:rsidR="008B64CB">
        <w:t>:</w:t>
      </w:r>
    </w:p>
    <w:p w14:paraId="619EBE10" w14:textId="20151EA9" w:rsidR="00D70BDF" w:rsidRDefault="00D70BDF" w:rsidP="00D70BDF">
      <w:pPr>
        <w:pStyle w:val="NormalWeb"/>
      </w:pPr>
      <w:r>
        <w:rPr>
          <w:rFonts w:ascii="Arial" w:hAnsi="Arial" w:cs="Arial"/>
          <w:sz w:val="20"/>
          <w:szCs w:val="20"/>
        </w:rPr>
        <w:t>Please find attached a third round of revisions to our manuscript, which we have re-titled “</w:t>
      </w:r>
      <w:r w:rsidRPr="00D70BDF">
        <w:rPr>
          <w:rFonts w:ascii="Arial,Bold" w:hAnsi="Arial,Bold"/>
          <w:b/>
          <w:bCs/>
          <w:sz w:val="20"/>
          <w:szCs w:val="20"/>
        </w:rPr>
        <w:t>Preparation and Gene-Modification of Nonhuman Primate Hematopoietic Stem and Progenitor Cells</w:t>
      </w:r>
      <w:r>
        <w:rPr>
          <w:rFonts w:ascii="Arial" w:hAnsi="Arial" w:cs="Arial"/>
          <w:sz w:val="20"/>
          <w:szCs w:val="20"/>
        </w:rPr>
        <w:t xml:space="preserve">," as you requested. Our point-by-point responses to the editorial comments inserted within the document have been included below. With these further modifications, we hope that this manuscript will be suitable for publication in </w:t>
      </w:r>
      <w:proofErr w:type="spellStart"/>
      <w:r>
        <w:rPr>
          <w:rFonts w:ascii="Arial,Italic" w:hAnsi="Arial,Italic"/>
          <w:sz w:val="20"/>
          <w:szCs w:val="20"/>
        </w:rPr>
        <w:t>JoVE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14:paraId="1BBD78E9" w14:textId="77777777" w:rsidR="002D6032" w:rsidRPr="00A218EC" w:rsidRDefault="002D6032" w:rsidP="00A218EC">
      <w:pPr>
        <w:jc w:val="both"/>
      </w:pPr>
    </w:p>
    <w:p w14:paraId="649BB085" w14:textId="77777777" w:rsidR="00A218EC" w:rsidRDefault="00A218EC" w:rsidP="00A218EC">
      <w:r w:rsidRPr="00A218EC">
        <w:t>Sincerely,</w:t>
      </w:r>
    </w:p>
    <w:p w14:paraId="43CFCB90" w14:textId="77777777" w:rsidR="00A218EC" w:rsidRDefault="00A218EC" w:rsidP="00A218EC">
      <w:pPr>
        <w:rPr>
          <w:noProof/>
          <w:lang w:eastAsia="ja-JP"/>
        </w:rPr>
      </w:pPr>
    </w:p>
    <w:p w14:paraId="15C126B6" w14:textId="77777777" w:rsidR="00504AF3" w:rsidRDefault="00504AF3" w:rsidP="00A218EC">
      <w:pPr>
        <w:rPr>
          <w:noProof/>
          <w:lang w:eastAsia="ja-JP"/>
        </w:rPr>
      </w:pPr>
    </w:p>
    <w:p w14:paraId="2DF6CDF7" w14:textId="77777777" w:rsidR="00504AF3" w:rsidRDefault="00504AF3" w:rsidP="00A218EC">
      <w:pPr>
        <w:rPr>
          <w:noProof/>
          <w:lang w:eastAsia="ja-JP"/>
        </w:rPr>
      </w:pPr>
    </w:p>
    <w:p w14:paraId="704838E5" w14:textId="77777777" w:rsidR="00504AF3" w:rsidRDefault="00504AF3" w:rsidP="00A218EC">
      <w:pPr>
        <w:rPr>
          <w:noProof/>
          <w:lang w:eastAsia="ja-JP"/>
        </w:rPr>
      </w:pPr>
    </w:p>
    <w:p w14:paraId="1DBBA3ED" w14:textId="77777777" w:rsidR="00504AF3" w:rsidRPr="00A218EC" w:rsidRDefault="00504AF3" w:rsidP="00A218EC"/>
    <w:p w14:paraId="428C82F4" w14:textId="77777777" w:rsidR="00A218EC" w:rsidRPr="00A218EC" w:rsidRDefault="00504AF3" w:rsidP="00A218EC">
      <w:r>
        <w:t>Christopher W. Peterson</w:t>
      </w:r>
    </w:p>
    <w:p w14:paraId="2388ABE6" w14:textId="77777777" w:rsidR="00EE2379" w:rsidRDefault="003E336C" w:rsidP="0055421A">
      <w:r>
        <w:t>Staff Scientist</w:t>
      </w:r>
      <w:r w:rsidR="00E60DFF">
        <w:t>, Stem Cell and Gene Therapy Program</w:t>
      </w:r>
    </w:p>
    <w:p w14:paraId="4D37678D" w14:textId="77777777" w:rsidR="00E60DFF" w:rsidRDefault="00E60DFF" w:rsidP="0055421A">
      <w:r>
        <w:tab/>
        <w:t>Fred Hutchinson Cancer Research Center</w:t>
      </w:r>
    </w:p>
    <w:p w14:paraId="618C739F" w14:textId="77777777" w:rsidR="00E60DFF" w:rsidRDefault="00E60DFF" w:rsidP="00E60DFF">
      <w:r w:rsidRPr="00E60DFF">
        <w:t>Res</w:t>
      </w:r>
      <w:r>
        <w:t>earch Assistant Professor</w:t>
      </w:r>
      <w:r w:rsidRPr="00E60DFF">
        <w:t>, Department of Medicin</w:t>
      </w:r>
      <w:r>
        <w:t>e, Division of Medical Oncology</w:t>
      </w:r>
    </w:p>
    <w:p w14:paraId="643C8E13" w14:textId="77777777" w:rsidR="00E60DFF" w:rsidRPr="00E60DFF" w:rsidRDefault="00E60DFF" w:rsidP="00E60DFF">
      <w:r>
        <w:tab/>
        <w:t>University of Washington</w:t>
      </w:r>
      <w:r w:rsidRPr="00E60DFF">
        <w:t xml:space="preserve"> School of Medicine</w:t>
      </w:r>
    </w:p>
    <w:p w14:paraId="1679BC3D" w14:textId="37AC8673" w:rsidR="00C74E70" w:rsidRDefault="00C74E70" w:rsidP="008E36E0"/>
    <w:p w14:paraId="70AEC0C4" w14:textId="7B261AFB" w:rsidR="0070413F" w:rsidRDefault="0070413F" w:rsidP="008E36E0"/>
    <w:p w14:paraId="7FE61214" w14:textId="398F25CE" w:rsidR="0070413F" w:rsidRDefault="0070413F" w:rsidP="008E36E0"/>
    <w:p w14:paraId="43AA1179" w14:textId="6E6D2D4A" w:rsidR="001538A9" w:rsidRDefault="001538A9" w:rsidP="008E36E0"/>
    <w:p w14:paraId="6D6F6405" w14:textId="655D02A2" w:rsidR="001538A9" w:rsidRDefault="001538A9" w:rsidP="008E36E0"/>
    <w:p w14:paraId="3C3AF391" w14:textId="3C9EDF09" w:rsidR="001538A9" w:rsidRDefault="001538A9" w:rsidP="008E36E0"/>
    <w:p w14:paraId="35DF428C" w14:textId="5108CC60" w:rsidR="001538A9" w:rsidRDefault="001538A9" w:rsidP="008E36E0"/>
    <w:p w14:paraId="59955EB5" w14:textId="525F2BCE" w:rsidR="001538A9" w:rsidRDefault="001538A9" w:rsidP="008E36E0"/>
    <w:p w14:paraId="282066D0" w14:textId="7E14FF64" w:rsidR="001538A9" w:rsidRDefault="001538A9" w:rsidP="008E36E0">
      <w:bookmarkStart w:id="0" w:name="_GoBack"/>
      <w:bookmarkEnd w:id="0"/>
    </w:p>
    <w:sectPr w:rsidR="001538A9" w:rsidSect="00006E0C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856B4D" w14:textId="77777777" w:rsidR="008005D7" w:rsidRDefault="008005D7" w:rsidP="0055421A">
      <w:r>
        <w:separator/>
      </w:r>
    </w:p>
  </w:endnote>
  <w:endnote w:type="continuationSeparator" w:id="0">
    <w:p w14:paraId="59466512" w14:textId="77777777" w:rsidR="008005D7" w:rsidRDefault="008005D7" w:rsidP="00554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,Bold">
    <w:altName w:val="Arial"/>
    <w:panose1 w:val="00000000000000000000"/>
    <w:charset w:val="00"/>
    <w:family w:val="roman"/>
    <w:notTrueType/>
    <w:pitch w:val="default"/>
  </w:font>
  <w:font w:name="Arial,Italic">
    <w:altName w:val="Arial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9B416" w14:textId="77777777" w:rsidR="007D33F8" w:rsidRPr="00353910" w:rsidRDefault="007D33F8" w:rsidP="0055421A">
    <w:pPr>
      <w:pStyle w:val="Footer"/>
    </w:pPr>
    <w:r>
      <w:rPr>
        <w:noProof/>
      </w:rPr>
      <w:drawing>
        <wp:anchor distT="0" distB="0" distL="114300" distR="114300" simplePos="0" relativeHeight="251667456" behindDoc="1" locked="0" layoutInCell="1" allowOverlap="1" wp14:anchorId="77291FA0" wp14:editId="7FAF4710">
          <wp:simplePos x="0" y="0"/>
          <wp:positionH relativeFrom="page">
            <wp:align>center</wp:align>
          </wp:positionH>
          <wp:positionV relativeFrom="page">
            <wp:posOffset>9372600</wp:posOffset>
          </wp:positionV>
          <wp:extent cx="6992112" cy="347472"/>
          <wp:effectExtent l="0" t="0" r="0" b="0"/>
          <wp:wrapNone/>
          <wp:docPr id="10" name="Picture 10" descr="OSX 10.9:Users:marke:Google Drive:Fred Hutch:Fred Hutch Business Paper Templates:Source:fh_businesspapers_background_word_color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SX 10.9:Users:marke:Google Drive:Fred Hutch:Fred Hutch Business Paper Templates:Source:fh_businesspapers_background_word_color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2112" cy="34747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A2745" w14:textId="77777777" w:rsidR="007D33F8" w:rsidRPr="00244D93" w:rsidRDefault="007D33F8" w:rsidP="0055421A">
    <w:pPr>
      <w:pStyle w:val="Foot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5B32229C" wp14:editId="2D669B55">
          <wp:simplePos x="0" y="0"/>
          <wp:positionH relativeFrom="page">
            <wp:align>center</wp:align>
          </wp:positionH>
          <wp:positionV relativeFrom="page">
            <wp:posOffset>9372600</wp:posOffset>
          </wp:positionV>
          <wp:extent cx="6992112" cy="342626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SX 10.9:Users:marke:Google Drive:Fred Hutch:Fred Hutch Business Paper Templates:Source:fh_businesspapers_background_word_color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92112" cy="34262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70093" w14:textId="77777777" w:rsidR="007D33F8" w:rsidRPr="00353910" w:rsidRDefault="007D33F8" w:rsidP="0055421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4DDE6" w14:textId="77777777" w:rsidR="007D33F8" w:rsidRPr="00244D93" w:rsidRDefault="007D33F8" w:rsidP="0055421A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6442107" wp14:editId="1EB3CC4E">
          <wp:simplePos x="0" y="0"/>
          <wp:positionH relativeFrom="page">
            <wp:align>center</wp:align>
          </wp:positionH>
          <wp:positionV relativeFrom="page">
            <wp:posOffset>9372600</wp:posOffset>
          </wp:positionV>
          <wp:extent cx="6992112" cy="347169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SX 10.9:Users:marke:Google Drive:Fred Hutch:Fred Hutch Business Paper Templates:Source:fh_businesspapers_background_word_color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92112" cy="34716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68B4D9" w14:textId="77777777" w:rsidR="008005D7" w:rsidRDefault="008005D7" w:rsidP="0055421A">
      <w:r>
        <w:separator/>
      </w:r>
    </w:p>
  </w:footnote>
  <w:footnote w:type="continuationSeparator" w:id="0">
    <w:p w14:paraId="3A6223B0" w14:textId="77777777" w:rsidR="008005D7" w:rsidRDefault="008005D7" w:rsidP="005542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A47E4" w14:textId="77777777" w:rsidR="007D33F8" w:rsidRDefault="007D33F8" w:rsidP="0055421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2464074" wp14:editId="5C235D8F">
              <wp:simplePos x="0" y="0"/>
              <wp:positionH relativeFrom="column">
                <wp:posOffset>4236720</wp:posOffset>
              </wp:positionH>
              <wp:positionV relativeFrom="paragraph">
                <wp:posOffset>1485900</wp:posOffset>
              </wp:positionV>
              <wp:extent cx="1828800" cy="80010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B1A01A" w14:textId="77777777" w:rsidR="007D33F8" w:rsidRPr="0055421A" w:rsidRDefault="007D33F8" w:rsidP="0055421A">
                          <w:pPr>
                            <w:spacing w:line="300" w:lineRule="auto"/>
                            <w:jc w:val="center"/>
                            <w:rPr>
                              <w:b/>
                              <w:color w:val="1C3A62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1C3A62"/>
                              <w:sz w:val="16"/>
                              <w:szCs w:val="16"/>
                            </w:rPr>
                            <w:t>Christopher W. Peterson, PhD</w:t>
                          </w:r>
                        </w:p>
                        <w:p w14:paraId="2358087F" w14:textId="77777777" w:rsidR="007D33F8" w:rsidRPr="0055421A" w:rsidRDefault="007D33F8" w:rsidP="0055421A">
                          <w:pPr>
                            <w:spacing w:line="300" w:lineRule="auto"/>
                            <w:jc w:val="center"/>
                            <w:rPr>
                              <w:color w:val="1C3A62"/>
                              <w:sz w:val="16"/>
                              <w:szCs w:val="16"/>
                            </w:rPr>
                          </w:pPr>
                          <w:r w:rsidRPr="0055421A">
                            <w:rPr>
                              <w:color w:val="1C3A62"/>
                              <w:sz w:val="16"/>
                              <w:szCs w:val="16"/>
                            </w:rPr>
                            <w:t>T 206.667.</w:t>
                          </w:r>
                          <w:r>
                            <w:rPr>
                              <w:color w:val="1C3A62"/>
                              <w:sz w:val="16"/>
                              <w:szCs w:val="16"/>
                            </w:rPr>
                            <w:t>6646</w:t>
                          </w:r>
                          <w:r w:rsidRPr="0055421A">
                            <w:rPr>
                              <w:color w:val="1C3A62"/>
                              <w:sz w:val="16"/>
                              <w:szCs w:val="16"/>
                            </w:rPr>
                            <w:t xml:space="preserve"> / F 206.667.</w:t>
                          </w:r>
                          <w:r>
                            <w:rPr>
                              <w:color w:val="1C3A62"/>
                              <w:sz w:val="16"/>
                              <w:szCs w:val="16"/>
                            </w:rPr>
                            <w:t>6124</w:t>
                          </w:r>
                        </w:p>
                        <w:p w14:paraId="034ABE24" w14:textId="77777777" w:rsidR="007D33F8" w:rsidRPr="0055421A" w:rsidRDefault="007D33F8" w:rsidP="0055421A">
                          <w:pPr>
                            <w:spacing w:line="300" w:lineRule="auto"/>
                            <w:jc w:val="center"/>
                            <w:rPr>
                              <w:color w:val="1C3A62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1C3A62"/>
                              <w:sz w:val="16"/>
                              <w:szCs w:val="16"/>
                            </w:rPr>
                            <w:t>Mail Stop</w:t>
                          </w:r>
                          <w:r w:rsidRPr="0055421A">
                            <w:rPr>
                              <w:color w:val="1C3A6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1C3A62"/>
                              <w:sz w:val="16"/>
                              <w:szCs w:val="16"/>
                            </w:rPr>
                            <w:t>D1-100</w:t>
                          </w:r>
                        </w:p>
                        <w:p w14:paraId="656D21EC" w14:textId="77777777" w:rsidR="007D33F8" w:rsidRPr="0055421A" w:rsidRDefault="007D33F8" w:rsidP="0055421A">
                          <w:pPr>
                            <w:spacing w:line="300" w:lineRule="auto"/>
                            <w:jc w:val="center"/>
                            <w:rPr>
                              <w:b/>
                              <w:color w:val="1C3A62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1C3A62"/>
                              <w:sz w:val="16"/>
                              <w:szCs w:val="16"/>
                            </w:rPr>
                            <w:t>cwpeters</w:t>
                          </w:r>
                          <w:r w:rsidRPr="0055421A">
                            <w:rPr>
                              <w:b/>
                              <w:color w:val="1C3A62"/>
                              <w:sz w:val="16"/>
                              <w:szCs w:val="16"/>
                            </w:rPr>
                            <w:t>@fredhutch.org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46407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33.6pt;margin-top:117pt;width:2in;height:6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" filled="f" stroked="f">
              <v:textbox>
                <w:txbxContent>
                  <w:p w14:paraId="72B1A01A" w14:textId="77777777" w:rsidR="007D33F8" w:rsidRPr="0055421A" w:rsidRDefault="007D33F8" w:rsidP="0055421A">
                    <w:pPr>
                      <w:spacing w:line="300" w:lineRule="auto"/>
                      <w:jc w:val="center"/>
                      <w:rPr>
                        <w:b/>
                        <w:color w:val="1C3A62"/>
                        <w:sz w:val="16"/>
                        <w:szCs w:val="16"/>
                      </w:rPr>
                    </w:pPr>
                    <w:r>
                      <w:rPr>
                        <w:b/>
                        <w:color w:val="1C3A62"/>
                        <w:sz w:val="16"/>
                        <w:szCs w:val="16"/>
                      </w:rPr>
                      <w:t>Christopher W. Peterson, PhD</w:t>
                    </w:r>
                  </w:p>
                  <w:p w14:paraId="2358087F" w14:textId="77777777" w:rsidR="007D33F8" w:rsidRPr="0055421A" w:rsidRDefault="007D33F8" w:rsidP="0055421A">
                    <w:pPr>
                      <w:spacing w:line="300" w:lineRule="auto"/>
                      <w:jc w:val="center"/>
                      <w:rPr>
                        <w:color w:val="1C3A62"/>
                        <w:sz w:val="16"/>
                        <w:szCs w:val="16"/>
                      </w:rPr>
                    </w:pPr>
                    <w:r w:rsidRPr="0055421A">
                      <w:rPr>
                        <w:color w:val="1C3A62"/>
                        <w:sz w:val="16"/>
                        <w:szCs w:val="16"/>
                      </w:rPr>
                      <w:t>T 206.667.</w:t>
                    </w:r>
                    <w:r>
                      <w:rPr>
                        <w:color w:val="1C3A62"/>
                        <w:sz w:val="16"/>
                        <w:szCs w:val="16"/>
                      </w:rPr>
                      <w:t>6646</w:t>
                    </w:r>
                    <w:r w:rsidRPr="0055421A">
                      <w:rPr>
                        <w:color w:val="1C3A62"/>
                        <w:sz w:val="16"/>
                        <w:szCs w:val="16"/>
                      </w:rPr>
                      <w:t xml:space="preserve"> / F 206.667.</w:t>
                    </w:r>
                    <w:r>
                      <w:rPr>
                        <w:color w:val="1C3A62"/>
                        <w:sz w:val="16"/>
                        <w:szCs w:val="16"/>
                      </w:rPr>
                      <w:t>6124</w:t>
                    </w:r>
                  </w:p>
                  <w:p w14:paraId="034ABE24" w14:textId="77777777" w:rsidR="007D33F8" w:rsidRPr="0055421A" w:rsidRDefault="007D33F8" w:rsidP="0055421A">
                    <w:pPr>
                      <w:spacing w:line="300" w:lineRule="auto"/>
                      <w:jc w:val="center"/>
                      <w:rPr>
                        <w:color w:val="1C3A62"/>
                        <w:sz w:val="16"/>
                        <w:szCs w:val="16"/>
                      </w:rPr>
                    </w:pPr>
                    <w:r>
                      <w:rPr>
                        <w:color w:val="1C3A62"/>
                        <w:sz w:val="16"/>
                        <w:szCs w:val="16"/>
                      </w:rPr>
                      <w:t>Mail Stop</w:t>
                    </w:r>
                    <w:r w:rsidRPr="0055421A">
                      <w:rPr>
                        <w:color w:val="1C3A6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1C3A62"/>
                        <w:sz w:val="16"/>
                        <w:szCs w:val="16"/>
                      </w:rPr>
                      <w:t>D1-100</w:t>
                    </w:r>
                  </w:p>
                  <w:p w14:paraId="656D21EC" w14:textId="77777777" w:rsidR="007D33F8" w:rsidRPr="0055421A" w:rsidRDefault="007D33F8" w:rsidP="0055421A">
                    <w:pPr>
                      <w:spacing w:line="300" w:lineRule="auto"/>
                      <w:jc w:val="center"/>
                      <w:rPr>
                        <w:b/>
                        <w:color w:val="1C3A62"/>
                        <w:sz w:val="16"/>
                        <w:szCs w:val="16"/>
                      </w:rPr>
                    </w:pPr>
                    <w:r>
                      <w:rPr>
                        <w:b/>
                        <w:color w:val="1C3A62"/>
                        <w:sz w:val="16"/>
                        <w:szCs w:val="16"/>
                      </w:rPr>
                      <w:t>cwpeters</w:t>
                    </w:r>
                    <w:r w:rsidRPr="0055421A">
                      <w:rPr>
                        <w:b/>
                        <w:color w:val="1C3A62"/>
                        <w:sz w:val="16"/>
                        <w:szCs w:val="16"/>
                      </w:rPr>
                      <w:t>@fredhutch.org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3C9125D" wp14:editId="63D25B57">
              <wp:simplePos x="0" y="0"/>
              <wp:positionH relativeFrom="column">
                <wp:posOffset>4738370</wp:posOffset>
              </wp:positionH>
              <wp:positionV relativeFrom="paragraph">
                <wp:posOffset>1371600</wp:posOffset>
              </wp:positionV>
              <wp:extent cx="800100" cy="0"/>
              <wp:effectExtent l="0" t="0" r="19050" b="1905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00100" cy="0"/>
                      </a:xfrm>
                      <a:prstGeom prst="line">
                        <a:avLst/>
                      </a:prstGeom>
                      <a:ln w="19050" cmpd="sng">
                        <a:solidFill>
                          <a:srgbClr val="63A5AF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4DCDCD" id="Straight Connector 9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3.1pt,108pt" to="436.1pt,10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" strokecolor="#63a5af" strokeweight="1.5pt"/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1" locked="0" layoutInCell="1" allowOverlap="1" wp14:anchorId="1807057B" wp14:editId="6069F03C">
          <wp:simplePos x="0" y="0"/>
          <wp:positionH relativeFrom="page">
            <wp:posOffset>5390165</wp:posOffset>
          </wp:positionH>
          <wp:positionV relativeFrom="page">
            <wp:posOffset>612775</wp:posOffset>
          </wp:positionV>
          <wp:extent cx="1315720" cy="1061720"/>
          <wp:effectExtent l="0" t="0" r="0" b="508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5720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10C49D" w14:textId="77777777" w:rsidR="00F5116E" w:rsidRDefault="007D33F8" w:rsidP="00F5116E">
    <w:r>
      <w:t xml:space="preserve">Letter to: </w:t>
    </w:r>
    <w:proofErr w:type="spellStart"/>
    <w:r w:rsidR="00F5116E">
      <w:t>Vineeta</w:t>
    </w:r>
    <w:proofErr w:type="spellEnd"/>
    <w:r w:rsidR="00F5116E">
      <w:t xml:space="preserve"> Bajaj, Ph.D.</w:t>
    </w:r>
  </w:p>
  <w:p w14:paraId="280F3AA4" w14:textId="7DF5CAE5" w:rsidR="007D33F8" w:rsidRDefault="007D33F8" w:rsidP="00006E0C">
    <w:pPr>
      <w:pStyle w:val="Header"/>
    </w:pPr>
    <w:r>
      <w:t xml:space="preserve">RE:  </w:t>
    </w:r>
    <w:r w:rsidR="00F5116E">
      <w:t>Re: Invited Manuscript JoVE58933.R3</w:t>
    </w:r>
  </w:p>
  <w:p w14:paraId="59D36F37" w14:textId="77777777" w:rsidR="00F5116E" w:rsidRDefault="00F5116E" w:rsidP="00006E0C">
    <w:pPr>
      <w:pStyle w:val="Header"/>
      <w:pBdr>
        <w:bottom w:val="single" w:sz="4" w:space="1" w:color="auto"/>
      </w:pBdr>
    </w:pPr>
    <w:r>
      <w:t>October 18, 2018</w:t>
    </w:r>
  </w:p>
  <w:p w14:paraId="7C03708D" w14:textId="11E358D4" w:rsidR="007D33F8" w:rsidRDefault="007D33F8" w:rsidP="00006E0C">
    <w:pPr>
      <w:pStyle w:val="Header"/>
      <w:pBdr>
        <w:bottom w:val="single" w:sz="4" w:space="1" w:color="auto"/>
      </w:pBdr>
      <w:rPr>
        <w:bCs/>
      </w:rPr>
    </w:pPr>
    <w:r w:rsidRPr="00493A6C">
      <w:t xml:space="preserve">Page </w:t>
    </w:r>
    <w:r w:rsidRPr="00493A6C">
      <w:rPr>
        <w:bCs/>
      </w:rPr>
      <w:fldChar w:fldCharType="begin"/>
    </w:r>
    <w:r w:rsidRPr="00493A6C">
      <w:rPr>
        <w:bCs/>
      </w:rPr>
      <w:instrText xml:space="preserve"> PAGE  \* Arabic  \* MERGEFORMAT </w:instrText>
    </w:r>
    <w:r w:rsidRPr="00493A6C">
      <w:rPr>
        <w:bCs/>
      </w:rPr>
      <w:fldChar w:fldCharType="separate"/>
    </w:r>
    <w:r w:rsidR="008E36E0">
      <w:rPr>
        <w:bCs/>
        <w:noProof/>
      </w:rPr>
      <w:t>2</w:t>
    </w:r>
    <w:r w:rsidRPr="00493A6C">
      <w:rPr>
        <w:bCs/>
      </w:rPr>
      <w:fldChar w:fldCharType="end"/>
    </w:r>
    <w:r w:rsidRPr="00493A6C">
      <w:t xml:space="preserve"> of </w:t>
    </w:r>
    <w:r w:rsidRPr="00493A6C">
      <w:rPr>
        <w:bCs/>
      </w:rPr>
      <w:fldChar w:fldCharType="begin"/>
    </w:r>
    <w:r w:rsidRPr="00493A6C">
      <w:rPr>
        <w:bCs/>
      </w:rPr>
      <w:instrText xml:space="preserve"> NUMPAGES  \* Arabic  \* MERGEFORMAT </w:instrText>
    </w:r>
    <w:r w:rsidRPr="00493A6C">
      <w:rPr>
        <w:bCs/>
      </w:rPr>
      <w:fldChar w:fldCharType="separate"/>
    </w:r>
    <w:r w:rsidR="008E36E0">
      <w:rPr>
        <w:bCs/>
        <w:noProof/>
      </w:rPr>
      <w:t>2</w:t>
    </w:r>
    <w:r w:rsidRPr="00493A6C">
      <w:rPr>
        <w:bCs/>
      </w:rPr>
      <w:fldChar w:fldCharType="end"/>
    </w:r>
  </w:p>
  <w:p w14:paraId="2B01C909" w14:textId="77777777" w:rsidR="007D33F8" w:rsidRDefault="007D33F8" w:rsidP="00006E0C">
    <w:pPr>
      <w:pStyle w:val="Header"/>
      <w:rPr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6FA4E" w14:textId="77777777" w:rsidR="007D33F8" w:rsidRDefault="007D33F8" w:rsidP="0055421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461CB7E" wp14:editId="46C882C8">
              <wp:simplePos x="0" y="0"/>
              <wp:positionH relativeFrom="column">
                <wp:posOffset>4711700</wp:posOffset>
              </wp:positionH>
              <wp:positionV relativeFrom="paragraph">
                <wp:posOffset>1485900</wp:posOffset>
              </wp:positionV>
              <wp:extent cx="1828800" cy="800100"/>
              <wp:effectExtent l="0" t="0" r="0" b="1270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631472" w14:textId="77777777" w:rsidR="007D33F8" w:rsidRPr="0055421A" w:rsidRDefault="007D33F8" w:rsidP="0055421A">
                          <w:pPr>
                            <w:spacing w:line="300" w:lineRule="auto"/>
                            <w:jc w:val="center"/>
                            <w:rPr>
                              <w:b/>
                              <w:color w:val="1C3A62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55421A">
                            <w:rPr>
                              <w:b/>
                              <w:color w:val="1C3A62"/>
                              <w:sz w:val="16"/>
                              <w:szCs w:val="16"/>
                            </w:rPr>
                            <w:t>Firstname</w:t>
                          </w:r>
                          <w:proofErr w:type="spellEnd"/>
                          <w:r w:rsidRPr="0055421A">
                            <w:rPr>
                              <w:b/>
                              <w:color w:val="1C3A62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55421A">
                            <w:rPr>
                              <w:b/>
                              <w:color w:val="1C3A62"/>
                              <w:sz w:val="16"/>
                              <w:szCs w:val="16"/>
                            </w:rPr>
                            <w:t>Lastname</w:t>
                          </w:r>
                          <w:proofErr w:type="spellEnd"/>
                        </w:p>
                        <w:p w14:paraId="001455CD" w14:textId="77777777" w:rsidR="007D33F8" w:rsidRPr="0055421A" w:rsidRDefault="007D33F8" w:rsidP="0055421A">
                          <w:pPr>
                            <w:spacing w:line="300" w:lineRule="auto"/>
                            <w:jc w:val="center"/>
                            <w:rPr>
                              <w:color w:val="1C3A62"/>
                              <w:sz w:val="16"/>
                              <w:szCs w:val="16"/>
                            </w:rPr>
                          </w:pPr>
                          <w:r w:rsidRPr="0055421A">
                            <w:rPr>
                              <w:color w:val="1C3A62"/>
                              <w:sz w:val="16"/>
                              <w:szCs w:val="16"/>
                            </w:rPr>
                            <w:t>Title</w:t>
                          </w:r>
                        </w:p>
                        <w:p w14:paraId="272C3AAB" w14:textId="77777777" w:rsidR="007D33F8" w:rsidRPr="0055421A" w:rsidRDefault="007D33F8" w:rsidP="0055421A">
                          <w:pPr>
                            <w:spacing w:line="300" w:lineRule="auto"/>
                            <w:jc w:val="center"/>
                            <w:rPr>
                              <w:color w:val="1C3A62"/>
                              <w:sz w:val="16"/>
                              <w:szCs w:val="16"/>
                            </w:rPr>
                          </w:pPr>
                          <w:r w:rsidRPr="0055421A">
                            <w:rPr>
                              <w:color w:val="1C3A62"/>
                              <w:sz w:val="16"/>
                              <w:szCs w:val="16"/>
                            </w:rPr>
                            <w:t>T 206.667.0000 / F 206.667.XXXX</w:t>
                          </w:r>
                        </w:p>
                        <w:p w14:paraId="66D37781" w14:textId="77777777" w:rsidR="007D33F8" w:rsidRPr="0055421A" w:rsidRDefault="007D33F8" w:rsidP="0055421A">
                          <w:pPr>
                            <w:spacing w:line="300" w:lineRule="auto"/>
                            <w:jc w:val="center"/>
                            <w:rPr>
                              <w:color w:val="1C3A62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1C3A62"/>
                              <w:sz w:val="16"/>
                              <w:szCs w:val="16"/>
                            </w:rPr>
                            <w:t>Mail Stop</w:t>
                          </w:r>
                          <w:r w:rsidRPr="0055421A">
                            <w:rPr>
                              <w:color w:val="1C3A62"/>
                              <w:sz w:val="16"/>
                              <w:szCs w:val="16"/>
                            </w:rPr>
                            <w:t xml:space="preserve"> XX-XXX</w:t>
                          </w:r>
                        </w:p>
                        <w:p w14:paraId="599C7EFB" w14:textId="77777777" w:rsidR="007D33F8" w:rsidRPr="0055421A" w:rsidRDefault="007D33F8" w:rsidP="0055421A">
                          <w:pPr>
                            <w:spacing w:line="300" w:lineRule="auto"/>
                            <w:jc w:val="center"/>
                            <w:rPr>
                              <w:b/>
                              <w:color w:val="1C3A62"/>
                              <w:sz w:val="16"/>
                              <w:szCs w:val="16"/>
                            </w:rPr>
                          </w:pPr>
                          <w:r w:rsidRPr="0055421A">
                            <w:rPr>
                              <w:b/>
                              <w:color w:val="1C3A62"/>
                              <w:sz w:val="16"/>
                              <w:szCs w:val="16"/>
                            </w:rPr>
                            <w:t>name@fredhutch.org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61CB7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371pt;margin-top:117pt;width:2in;height:6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" filled="f" stroked="f">
              <v:textbox>
                <w:txbxContent>
                  <w:p w14:paraId="7C631472" w14:textId="77777777" w:rsidR="007D33F8" w:rsidRPr="0055421A" w:rsidRDefault="007D33F8" w:rsidP="0055421A">
                    <w:pPr>
                      <w:spacing w:line="300" w:lineRule="auto"/>
                      <w:jc w:val="center"/>
                      <w:rPr>
                        <w:b/>
                        <w:color w:val="1C3A62"/>
                        <w:sz w:val="16"/>
                        <w:szCs w:val="16"/>
                      </w:rPr>
                    </w:pPr>
                    <w:proofErr w:type="spellStart"/>
                    <w:r w:rsidRPr="0055421A">
                      <w:rPr>
                        <w:b/>
                        <w:color w:val="1C3A62"/>
                        <w:sz w:val="16"/>
                        <w:szCs w:val="16"/>
                      </w:rPr>
                      <w:t>Firstname</w:t>
                    </w:r>
                    <w:proofErr w:type="spellEnd"/>
                    <w:r w:rsidRPr="0055421A">
                      <w:rPr>
                        <w:b/>
                        <w:color w:val="1C3A62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55421A">
                      <w:rPr>
                        <w:b/>
                        <w:color w:val="1C3A62"/>
                        <w:sz w:val="16"/>
                        <w:szCs w:val="16"/>
                      </w:rPr>
                      <w:t>Lastname</w:t>
                    </w:r>
                    <w:proofErr w:type="spellEnd"/>
                  </w:p>
                  <w:p w14:paraId="001455CD" w14:textId="77777777" w:rsidR="007D33F8" w:rsidRPr="0055421A" w:rsidRDefault="007D33F8" w:rsidP="0055421A">
                    <w:pPr>
                      <w:spacing w:line="300" w:lineRule="auto"/>
                      <w:jc w:val="center"/>
                      <w:rPr>
                        <w:color w:val="1C3A62"/>
                        <w:sz w:val="16"/>
                        <w:szCs w:val="16"/>
                      </w:rPr>
                    </w:pPr>
                    <w:r w:rsidRPr="0055421A">
                      <w:rPr>
                        <w:color w:val="1C3A62"/>
                        <w:sz w:val="16"/>
                        <w:szCs w:val="16"/>
                      </w:rPr>
                      <w:t>Title</w:t>
                    </w:r>
                  </w:p>
                  <w:p w14:paraId="272C3AAB" w14:textId="77777777" w:rsidR="007D33F8" w:rsidRPr="0055421A" w:rsidRDefault="007D33F8" w:rsidP="0055421A">
                    <w:pPr>
                      <w:spacing w:line="300" w:lineRule="auto"/>
                      <w:jc w:val="center"/>
                      <w:rPr>
                        <w:color w:val="1C3A62"/>
                        <w:sz w:val="16"/>
                        <w:szCs w:val="16"/>
                      </w:rPr>
                    </w:pPr>
                    <w:r w:rsidRPr="0055421A">
                      <w:rPr>
                        <w:color w:val="1C3A62"/>
                        <w:sz w:val="16"/>
                        <w:szCs w:val="16"/>
                      </w:rPr>
                      <w:t>T 206.667.0000 / F 206.667.XXXX</w:t>
                    </w:r>
                  </w:p>
                  <w:p w14:paraId="66D37781" w14:textId="77777777" w:rsidR="007D33F8" w:rsidRPr="0055421A" w:rsidRDefault="007D33F8" w:rsidP="0055421A">
                    <w:pPr>
                      <w:spacing w:line="300" w:lineRule="auto"/>
                      <w:jc w:val="center"/>
                      <w:rPr>
                        <w:color w:val="1C3A62"/>
                        <w:sz w:val="16"/>
                        <w:szCs w:val="16"/>
                      </w:rPr>
                    </w:pPr>
                    <w:r>
                      <w:rPr>
                        <w:color w:val="1C3A62"/>
                        <w:sz w:val="16"/>
                        <w:szCs w:val="16"/>
                      </w:rPr>
                      <w:t>Mail Stop</w:t>
                    </w:r>
                    <w:r w:rsidRPr="0055421A">
                      <w:rPr>
                        <w:color w:val="1C3A62"/>
                        <w:sz w:val="16"/>
                        <w:szCs w:val="16"/>
                      </w:rPr>
                      <w:t xml:space="preserve"> XX-XXX</w:t>
                    </w:r>
                  </w:p>
                  <w:p w14:paraId="599C7EFB" w14:textId="77777777" w:rsidR="007D33F8" w:rsidRPr="0055421A" w:rsidRDefault="007D33F8" w:rsidP="0055421A">
                    <w:pPr>
                      <w:spacing w:line="300" w:lineRule="auto"/>
                      <w:jc w:val="center"/>
                      <w:rPr>
                        <w:b/>
                        <w:color w:val="1C3A62"/>
                        <w:sz w:val="16"/>
                        <w:szCs w:val="16"/>
                      </w:rPr>
                    </w:pPr>
                    <w:r w:rsidRPr="0055421A">
                      <w:rPr>
                        <w:b/>
                        <w:color w:val="1C3A62"/>
                        <w:sz w:val="16"/>
                        <w:szCs w:val="16"/>
                      </w:rPr>
                      <w:t>name@fredhutch.org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54DFC9D" wp14:editId="6BE0D139">
              <wp:simplePos x="0" y="0"/>
              <wp:positionH relativeFrom="column">
                <wp:posOffset>5213350</wp:posOffset>
              </wp:positionH>
              <wp:positionV relativeFrom="paragraph">
                <wp:posOffset>1371600</wp:posOffset>
              </wp:positionV>
              <wp:extent cx="800100" cy="0"/>
              <wp:effectExtent l="0" t="0" r="12700" b="254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00100" cy="0"/>
                      </a:xfrm>
                      <a:prstGeom prst="line">
                        <a:avLst/>
                      </a:prstGeom>
                      <a:ln w="19050" cmpd="sng">
                        <a:solidFill>
                          <a:srgbClr val="63A5AF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BA33D7" id="Straight Connector 5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10.5pt,108pt" to="473.5pt,10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" strokecolor="#63a5af" strokeweight="1.5pt"/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2AC76EC5" wp14:editId="3FF1472B">
          <wp:simplePos x="0" y="0"/>
          <wp:positionH relativeFrom="page">
            <wp:posOffset>5864860</wp:posOffset>
          </wp:positionH>
          <wp:positionV relativeFrom="page">
            <wp:posOffset>612775</wp:posOffset>
          </wp:positionV>
          <wp:extent cx="1315732" cy="1062354"/>
          <wp:effectExtent l="0" t="0" r="5080" b="508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5732" cy="106235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46B5A"/>
    <w:multiLevelType w:val="hybridMultilevel"/>
    <w:tmpl w:val="8E2818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A26E6A"/>
    <w:multiLevelType w:val="hybridMultilevel"/>
    <w:tmpl w:val="1BA28E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D63"/>
    <w:rsid w:val="00006E0C"/>
    <w:rsid w:val="000350F8"/>
    <w:rsid w:val="00037E17"/>
    <w:rsid w:val="000742AA"/>
    <w:rsid w:val="00085452"/>
    <w:rsid w:val="00091028"/>
    <w:rsid w:val="000925E7"/>
    <w:rsid w:val="001031AE"/>
    <w:rsid w:val="001126CE"/>
    <w:rsid w:val="001257E9"/>
    <w:rsid w:val="00137F28"/>
    <w:rsid w:val="001538A9"/>
    <w:rsid w:val="00153A7F"/>
    <w:rsid w:val="001626FD"/>
    <w:rsid w:val="00181EEC"/>
    <w:rsid w:val="001A2C0A"/>
    <w:rsid w:val="001C6E97"/>
    <w:rsid w:val="001F1274"/>
    <w:rsid w:val="001F7738"/>
    <w:rsid w:val="0020009F"/>
    <w:rsid w:val="00225539"/>
    <w:rsid w:val="002319BD"/>
    <w:rsid w:val="002339B3"/>
    <w:rsid w:val="00240806"/>
    <w:rsid w:val="0024485B"/>
    <w:rsid w:val="00244D93"/>
    <w:rsid w:val="00254285"/>
    <w:rsid w:val="0025792F"/>
    <w:rsid w:val="00297F64"/>
    <w:rsid w:val="002D3376"/>
    <w:rsid w:val="002D6032"/>
    <w:rsid w:val="002E491B"/>
    <w:rsid w:val="002F2DE1"/>
    <w:rsid w:val="002F4598"/>
    <w:rsid w:val="00341F9A"/>
    <w:rsid w:val="00353910"/>
    <w:rsid w:val="00365A00"/>
    <w:rsid w:val="00374ED3"/>
    <w:rsid w:val="003852BD"/>
    <w:rsid w:val="003B5EA9"/>
    <w:rsid w:val="003C40E8"/>
    <w:rsid w:val="003E336C"/>
    <w:rsid w:val="0040030F"/>
    <w:rsid w:val="00413E10"/>
    <w:rsid w:val="0044202A"/>
    <w:rsid w:val="0044275D"/>
    <w:rsid w:val="00452591"/>
    <w:rsid w:val="00463001"/>
    <w:rsid w:val="00473849"/>
    <w:rsid w:val="00490265"/>
    <w:rsid w:val="00490C9E"/>
    <w:rsid w:val="004B1EEF"/>
    <w:rsid w:val="004B7EFA"/>
    <w:rsid w:val="004E445B"/>
    <w:rsid w:val="004E6222"/>
    <w:rsid w:val="004E7B33"/>
    <w:rsid w:val="00500F2B"/>
    <w:rsid w:val="00504AF3"/>
    <w:rsid w:val="00505669"/>
    <w:rsid w:val="005164DF"/>
    <w:rsid w:val="00517C22"/>
    <w:rsid w:val="00526EC8"/>
    <w:rsid w:val="00530884"/>
    <w:rsid w:val="00537AB5"/>
    <w:rsid w:val="005445CB"/>
    <w:rsid w:val="0055421A"/>
    <w:rsid w:val="0055507A"/>
    <w:rsid w:val="00586BFF"/>
    <w:rsid w:val="005C7829"/>
    <w:rsid w:val="005C7D90"/>
    <w:rsid w:val="005D5046"/>
    <w:rsid w:val="005E5425"/>
    <w:rsid w:val="005F11D8"/>
    <w:rsid w:val="0061308B"/>
    <w:rsid w:val="00621678"/>
    <w:rsid w:val="00633B0C"/>
    <w:rsid w:val="0067592B"/>
    <w:rsid w:val="006F104F"/>
    <w:rsid w:val="00701C7E"/>
    <w:rsid w:val="00701F0D"/>
    <w:rsid w:val="00702C41"/>
    <w:rsid w:val="00702DB9"/>
    <w:rsid w:val="0070413F"/>
    <w:rsid w:val="00720869"/>
    <w:rsid w:val="007362CF"/>
    <w:rsid w:val="0077383C"/>
    <w:rsid w:val="007746BA"/>
    <w:rsid w:val="007A1151"/>
    <w:rsid w:val="007A375A"/>
    <w:rsid w:val="007C1DB9"/>
    <w:rsid w:val="007D33F8"/>
    <w:rsid w:val="007D4C8D"/>
    <w:rsid w:val="007D4F44"/>
    <w:rsid w:val="007D5426"/>
    <w:rsid w:val="008005D7"/>
    <w:rsid w:val="0081643B"/>
    <w:rsid w:val="00817AC0"/>
    <w:rsid w:val="0082288B"/>
    <w:rsid w:val="0083622C"/>
    <w:rsid w:val="0083697C"/>
    <w:rsid w:val="00873BB3"/>
    <w:rsid w:val="00874BC2"/>
    <w:rsid w:val="00893745"/>
    <w:rsid w:val="008B64CB"/>
    <w:rsid w:val="008E2464"/>
    <w:rsid w:val="008E36E0"/>
    <w:rsid w:val="008E729E"/>
    <w:rsid w:val="008F0A20"/>
    <w:rsid w:val="00906890"/>
    <w:rsid w:val="00931777"/>
    <w:rsid w:val="009509E0"/>
    <w:rsid w:val="00962225"/>
    <w:rsid w:val="0097446E"/>
    <w:rsid w:val="00982043"/>
    <w:rsid w:val="00994918"/>
    <w:rsid w:val="009B3D1D"/>
    <w:rsid w:val="009B6569"/>
    <w:rsid w:val="009C1142"/>
    <w:rsid w:val="009C3474"/>
    <w:rsid w:val="009E175E"/>
    <w:rsid w:val="009E7D4D"/>
    <w:rsid w:val="00A218EC"/>
    <w:rsid w:val="00A725BA"/>
    <w:rsid w:val="00A733DA"/>
    <w:rsid w:val="00A778FC"/>
    <w:rsid w:val="00A96CF1"/>
    <w:rsid w:val="00B04346"/>
    <w:rsid w:val="00B261C9"/>
    <w:rsid w:val="00B3344B"/>
    <w:rsid w:val="00B345B0"/>
    <w:rsid w:val="00B62B34"/>
    <w:rsid w:val="00B651A8"/>
    <w:rsid w:val="00B86F2C"/>
    <w:rsid w:val="00BC6409"/>
    <w:rsid w:val="00BE6F94"/>
    <w:rsid w:val="00BF57E2"/>
    <w:rsid w:val="00C02381"/>
    <w:rsid w:val="00C033F9"/>
    <w:rsid w:val="00C1421C"/>
    <w:rsid w:val="00C20672"/>
    <w:rsid w:val="00C3431D"/>
    <w:rsid w:val="00C347E7"/>
    <w:rsid w:val="00C4070C"/>
    <w:rsid w:val="00C409A5"/>
    <w:rsid w:val="00C40A13"/>
    <w:rsid w:val="00C5131A"/>
    <w:rsid w:val="00C633FD"/>
    <w:rsid w:val="00C74E70"/>
    <w:rsid w:val="00C92E57"/>
    <w:rsid w:val="00C95D55"/>
    <w:rsid w:val="00CA004D"/>
    <w:rsid w:val="00CF3D63"/>
    <w:rsid w:val="00D01B65"/>
    <w:rsid w:val="00D262C6"/>
    <w:rsid w:val="00D32B56"/>
    <w:rsid w:val="00D56424"/>
    <w:rsid w:val="00D57087"/>
    <w:rsid w:val="00D70BDF"/>
    <w:rsid w:val="00D90639"/>
    <w:rsid w:val="00DD4B87"/>
    <w:rsid w:val="00DE7FD4"/>
    <w:rsid w:val="00DF0531"/>
    <w:rsid w:val="00E30EDF"/>
    <w:rsid w:val="00E3186C"/>
    <w:rsid w:val="00E3402E"/>
    <w:rsid w:val="00E41431"/>
    <w:rsid w:val="00E60DFF"/>
    <w:rsid w:val="00E93710"/>
    <w:rsid w:val="00E964E3"/>
    <w:rsid w:val="00E97020"/>
    <w:rsid w:val="00EC29FD"/>
    <w:rsid w:val="00EC7B40"/>
    <w:rsid w:val="00EE2379"/>
    <w:rsid w:val="00EF38CA"/>
    <w:rsid w:val="00F05B68"/>
    <w:rsid w:val="00F5116E"/>
    <w:rsid w:val="00F53B4F"/>
    <w:rsid w:val="00F72683"/>
    <w:rsid w:val="00F763EB"/>
    <w:rsid w:val="00F8327D"/>
    <w:rsid w:val="00F91295"/>
    <w:rsid w:val="00FB3B64"/>
    <w:rsid w:val="00FB5C4D"/>
    <w:rsid w:val="00FF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27CF373"/>
  <w14:defaultImageDpi w14:val="300"/>
  <w15:docId w15:val="{100DB20A-5D22-344B-A670-4D0481E6F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421A"/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391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3910"/>
  </w:style>
  <w:style w:type="paragraph" w:styleId="Footer">
    <w:name w:val="footer"/>
    <w:basedOn w:val="Normal"/>
    <w:link w:val="FooterChar"/>
    <w:uiPriority w:val="99"/>
    <w:unhideWhenUsed/>
    <w:rsid w:val="0035391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3910"/>
  </w:style>
  <w:style w:type="paragraph" w:styleId="BalloonText">
    <w:name w:val="Balloon Text"/>
    <w:basedOn w:val="Normal"/>
    <w:link w:val="BalloonTextChar"/>
    <w:uiPriority w:val="99"/>
    <w:semiHidden/>
    <w:unhideWhenUsed/>
    <w:rsid w:val="0035391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910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3088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B5EA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70413F"/>
    <w:rPr>
      <w:b/>
      <w:bCs/>
    </w:rPr>
  </w:style>
  <w:style w:type="paragraph" w:styleId="NormalWeb">
    <w:name w:val="Normal (Web)"/>
    <w:basedOn w:val="Normal"/>
    <w:uiPriority w:val="99"/>
    <w:unhideWhenUsed/>
    <w:rsid w:val="00D70BD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ommentText">
    <w:name w:val="annotation text"/>
    <w:basedOn w:val="Normal"/>
    <w:link w:val="CommentTextChar"/>
    <w:rsid w:val="00297F64"/>
    <w:pPr>
      <w:widowControl w:val="0"/>
      <w:autoSpaceDE w:val="0"/>
      <w:autoSpaceDN w:val="0"/>
      <w:adjustRightInd w:val="0"/>
      <w:jc w:val="both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97F64"/>
    <w:rPr>
      <w:rFonts w:ascii="Calibri" w:eastAsia="Times New Roman" w:hAnsi="Calibri" w:cs="Calibri"/>
      <w:color w:val="000000"/>
    </w:rPr>
  </w:style>
  <w:style w:type="character" w:styleId="PlaceholderText">
    <w:name w:val="Placeholder Text"/>
    <w:basedOn w:val="DefaultParagraphFont"/>
    <w:uiPriority w:val="99"/>
    <w:semiHidden/>
    <w:rsid w:val="00F5116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2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89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06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58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3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88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70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crawfor\Documents\Custom%20Office%20Templates\Kiem_FredHutch-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Kiem_FredHutch-letterhead.dotx</Template>
  <TotalTime>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Green Rubino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Crawford, Helen S</dc:creator>
  <cp:lastModifiedBy>Crawford, Helen S</cp:lastModifiedBy>
  <cp:revision>3</cp:revision>
  <cp:lastPrinted>2014-09-18T17:30:00Z</cp:lastPrinted>
  <dcterms:created xsi:type="dcterms:W3CDTF">2018-10-18T23:49:00Z</dcterms:created>
  <dcterms:modified xsi:type="dcterms:W3CDTF">2018-10-18T23:49:00Z</dcterms:modified>
</cp:coreProperties>
</file>